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B4284" w14:textId="77777777" w:rsidR="00387609" w:rsidRDefault="00387609">
      <w:pPr>
        <w:pStyle w:val="a3"/>
        <w:rPr>
          <w:spacing w:val="0"/>
        </w:rPr>
      </w:pPr>
      <w:r>
        <w:rPr>
          <w:rFonts w:ascii="ＭＳ 明朝" w:hAnsi="ＭＳ 明朝" w:hint="eastAsia"/>
        </w:rPr>
        <w:t>別紙様式</w:t>
      </w:r>
      <w:r w:rsidR="00707E97">
        <w:rPr>
          <w:rFonts w:hint="eastAsia"/>
        </w:rPr>
        <w:t>１－付表</w:t>
      </w:r>
      <w:r w:rsidR="00AB4D23">
        <w:rPr>
          <w:rFonts w:hint="eastAsia"/>
        </w:rPr>
        <w:t>３</w:t>
      </w:r>
    </w:p>
    <w:p w14:paraId="5FE3AE99" w14:textId="77777777" w:rsidR="00387609" w:rsidRDefault="00387609">
      <w:pPr>
        <w:pStyle w:val="a3"/>
        <w:rPr>
          <w:spacing w:val="0"/>
        </w:rPr>
      </w:pPr>
    </w:p>
    <w:p w14:paraId="119C1DC8" w14:textId="77777777" w:rsidR="00382FBE" w:rsidRDefault="00387609">
      <w:pPr>
        <w:pStyle w:val="a3"/>
        <w:jc w:val="center"/>
        <w:rPr>
          <w:rFonts w:ascii="ＭＳ 明朝" w:hAnsi="ＭＳ 明朝"/>
          <w:spacing w:val="11"/>
          <w:sz w:val="24"/>
          <w:szCs w:val="24"/>
        </w:rPr>
      </w:pPr>
      <w:r>
        <w:rPr>
          <w:rFonts w:ascii="ＭＳ 明朝" w:hAnsi="ＭＳ 明朝" w:hint="eastAsia"/>
          <w:spacing w:val="11"/>
          <w:sz w:val="24"/>
          <w:szCs w:val="24"/>
        </w:rPr>
        <w:t>同日一斉新聞折り込み実績</w:t>
      </w:r>
    </w:p>
    <w:p w14:paraId="3CAE0BF5" w14:textId="509224D7" w:rsidR="00387609" w:rsidRDefault="00387609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1"/>
          <w:sz w:val="24"/>
          <w:szCs w:val="24"/>
        </w:rPr>
        <w:t>（</w:t>
      </w:r>
      <w:r w:rsidR="00382FBE" w:rsidRPr="00382FBE">
        <w:rPr>
          <w:rFonts w:ascii="ＭＳ 明朝" w:hAnsi="ＭＳ 明朝" w:hint="eastAsia"/>
          <w:spacing w:val="11"/>
          <w:sz w:val="24"/>
          <w:szCs w:val="24"/>
        </w:rPr>
        <w:t>令和４年４月１日から令和７年３月31日までの期間</w:t>
      </w:r>
      <w:r>
        <w:rPr>
          <w:rFonts w:ascii="ＭＳ 明朝" w:hAnsi="ＭＳ 明朝" w:hint="eastAsia"/>
          <w:spacing w:val="11"/>
          <w:sz w:val="24"/>
          <w:szCs w:val="24"/>
        </w:rPr>
        <w:t>）</w:t>
      </w:r>
    </w:p>
    <w:p w14:paraId="7C0D90D0" w14:textId="77777777" w:rsidR="00387609" w:rsidRDefault="00387609">
      <w:pPr>
        <w:pStyle w:val="a3"/>
        <w:rPr>
          <w:spacing w:val="0"/>
        </w:rPr>
      </w:pPr>
    </w:p>
    <w:p w14:paraId="2F798176" w14:textId="77777777" w:rsidR="00387609" w:rsidRDefault="0038760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</w:t>
      </w:r>
      <w:r>
        <w:rPr>
          <w:rFonts w:ascii="ＭＳ 明朝" w:hAnsi="ＭＳ 明朝" w:hint="eastAsia"/>
          <w:u w:val="single" w:color="000000"/>
        </w:rPr>
        <w:t>名称</w:t>
      </w:r>
      <w:r w:rsidR="00AF228A">
        <w:rPr>
          <w:rFonts w:ascii="ＭＳ 明朝" w:hAnsi="ＭＳ 明朝" w:hint="eastAsia"/>
          <w:u w:val="single" w:color="000000"/>
        </w:rPr>
        <w:t>又は商号</w:t>
      </w:r>
      <w:r>
        <w:rPr>
          <w:rFonts w:ascii="ＭＳ 明朝" w:hAnsi="ＭＳ 明朝" w:hint="eastAsia"/>
          <w:u w:val="single" w:color="000000"/>
        </w:rPr>
        <w:t xml:space="preserve">　　　　　　　　　　　　</w:t>
      </w:r>
    </w:p>
    <w:p w14:paraId="6368561F" w14:textId="77777777" w:rsidR="00387609" w:rsidRDefault="00387609">
      <w:pPr>
        <w:pStyle w:val="a3"/>
        <w:rPr>
          <w:spacing w:val="0"/>
        </w:rPr>
      </w:pPr>
    </w:p>
    <w:p w14:paraId="34BCBD54" w14:textId="5B0ADB62" w:rsidR="00387609" w:rsidRDefault="0038760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１　</w:t>
      </w:r>
      <w:bookmarkStart w:id="0" w:name="_Hlk196126477"/>
      <w:r w:rsidR="00382FBE" w:rsidRPr="00382FBE">
        <w:rPr>
          <w:rFonts w:ascii="ＭＳ 明朝" w:hAnsi="ＭＳ 明朝" w:hint="eastAsia"/>
        </w:rPr>
        <w:t>令和４年４月１日から令和７年３月31日までの期間</w:t>
      </w:r>
      <w:bookmarkEnd w:id="0"/>
      <w:r>
        <w:rPr>
          <w:rFonts w:ascii="ＭＳ 明朝" w:hAnsi="ＭＳ 明朝" w:hint="eastAsia"/>
        </w:rPr>
        <w:t>で、同日一斉に新聞に折り込みをした単一の広告物のうち、</w:t>
      </w:r>
    </w:p>
    <w:p w14:paraId="47B7FFBB" w14:textId="77777777" w:rsidR="00387609" w:rsidRDefault="00387609">
      <w:pPr>
        <w:pStyle w:val="a3"/>
        <w:rPr>
          <w:spacing w:val="0"/>
        </w:rPr>
      </w:pPr>
      <w:r>
        <w:rPr>
          <w:rFonts w:ascii="ＭＳ 明朝" w:hAnsi="ＭＳ 明朝" w:hint="eastAsia"/>
        </w:rPr>
        <w:t>最も部数が多かったもの</w:t>
      </w:r>
    </w:p>
    <w:p w14:paraId="78DA75F5" w14:textId="77777777" w:rsidR="00387609" w:rsidRDefault="00387609">
      <w:pPr>
        <w:pStyle w:val="a3"/>
        <w:rPr>
          <w:spacing w:val="0"/>
        </w:rPr>
      </w:pPr>
    </w:p>
    <w:tbl>
      <w:tblPr>
        <w:tblW w:w="0" w:type="auto"/>
        <w:tblInd w:w="13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740"/>
        <w:gridCol w:w="928"/>
        <w:gridCol w:w="1624"/>
        <w:gridCol w:w="2900"/>
        <w:gridCol w:w="1508"/>
      </w:tblGrid>
      <w:tr w:rsidR="00387609" w14:paraId="3681FD9D" w14:textId="77777777">
        <w:trPr>
          <w:cantSplit/>
          <w:trHeight w:hRule="exact" w:val="325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2DB7" w14:textId="77777777"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契約相手方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A2AD1B" w14:textId="77777777"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年月日</w:t>
            </w:r>
          </w:p>
        </w:tc>
        <w:tc>
          <w:tcPr>
            <w:tcW w:w="1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5D7C6BD" w14:textId="77777777"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折り込み品名</w:t>
            </w:r>
          </w:p>
        </w:tc>
        <w:tc>
          <w:tcPr>
            <w:tcW w:w="29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1F02A03" w14:textId="77777777"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折</w:t>
            </w:r>
            <w:r>
              <w:rPr>
                <w:rFonts w:eastAsia="Times New Roman"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り</w:t>
            </w:r>
            <w:r>
              <w:rPr>
                <w:rFonts w:eastAsia="Times New Roman"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込</w:t>
            </w:r>
            <w:r>
              <w:rPr>
                <w:rFonts w:eastAsia="Times New Roman"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み</w:t>
            </w:r>
            <w:r>
              <w:rPr>
                <w:rFonts w:eastAsia="Times New Roman"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部</w:t>
            </w:r>
            <w:r>
              <w:rPr>
                <w:rFonts w:eastAsia="Times New Roman"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数</w:t>
            </w:r>
          </w:p>
        </w:tc>
        <w:tc>
          <w:tcPr>
            <w:tcW w:w="15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5887766" w14:textId="77777777"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※同部数のも</w:t>
            </w:r>
          </w:p>
          <w:p w14:paraId="0F597ABF" w14:textId="77777777"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のがある場合</w:t>
            </w:r>
          </w:p>
          <w:p w14:paraId="76C6B126" w14:textId="77777777"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いずれか一つ</w:t>
            </w:r>
          </w:p>
          <w:p w14:paraId="3F86EEBF" w14:textId="77777777"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記入</w:t>
            </w:r>
          </w:p>
        </w:tc>
      </w:tr>
      <w:tr w:rsidR="00387609" w14:paraId="4E718115" w14:textId="77777777">
        <w:trPr>
          <w:cantSplit/>
          <w:trHeight w:hRule="exact" w:val="1300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B3CEA" w14:textId="77777777" w:rsidR="00387609" w:rsidRDefault="00387609">
            <w:pPr>
              <w:pStyle w:val="a3"/>
              <w:spacing w:before="105"/>
              <w:rPr>
                <w:spacing w:val="0"/>
              </w:rPr>
            </w:pPr>
          </w:p>
          <w:p w14:paraId="628C9E6B" w14:textId="77777777" w:rsidR="00387609" w:rsidRDefault="00387609">
            <w:pPr>
              <w:pStyle w:val="a3"/>
              <w:rPr>
                <w:spacing w:val="0"/>
              </w:rPr>
            </w:pPr>
          </w:p>
          <w:p w14:paraId="47A65EAA" w14:textId="77777777" w:rsidR="00387609" w:rsidRPr="00DA5A8D" w:rsidRDefault="00387609">
            <w:pPr>
              <w:pStyle w:val="a3"/>
              <w:spacing w:line="557" w:lineRule="exact"/>
              <w:rPr>
                <w:rFonts w:eastAsiaTheme="minorEastAsia"/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 w:rsidR="00DA5A8D">
              <w:rPr>
                <w:rFonts w:cs="Times New Roman" w:hint="eastAsia"/>
                <w:spacing w:val="5"/>
              </w:rPr>
              <w:t>☎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8A79E5" w14:textId="77777777" w:rsidR="00387609" w:rsidRDefault="00387609">
            <w:pPr>
              <w:pStyle w:val="a3"/>
              <w:rPr>
                <w:spacing w:val="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F7333BC" w14:textId="77777777" w:rsidR="00387609" w:rsidRDefault="00387609">
            <w:pPr>
              <w:pStyle w:val="a3"/>
              <w:rPr>
                <w:spacing w:val="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194A290" w14:textId="77777777"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eastAsia="Times New Roman" w:cs="Times New Roman"/>
                <w:spacing w:val="5"/>
              </w:rPr>
              <w:t xml:space="preserve">            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千部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2D6467" w14:textId="77777777" w:rsidR="00387609" w:rsidRDefault="00387609">
            <w:pPr>
              <w:pStyle w:val="a3"/>
              <w:rPr>
                <w:spacing w:val="0"/>
              </w:rPr>
            </w:pPr>
          </w:p>
        </w:tc>
      </w:tr>
    </w:tbl>
    <w:p w14:paraId="7371EF46" w14:textId="77777777" w:rsidR="00387609" w:rsidRDefault="00387609">
      <w:pPr>
        <w:pStyle w:val="a3"/>
        <w:rPr>
          <w:spacing w:val="0"/>
        </w:rPr>
      </w:pPr>
    </w:p>
    <w:p w14:paraId="74F538CD" w14:textId="26C3776F" w:rsidR="00387609" w:rsidRDefault="0038760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２　</w:t>
      </w:r>
      <w:r w:rsidR="00382FBE" w:rsidRPr="00382FBE">
        <w:rPr>
          <w:rFonts w:ascii="ＭＳ 明朝" w:hAnsi="ＭＳ 明朝" w:hint="eastAsia"/>
        </w:rPr>
        <w:t>令和４年４月１日から令和７年３月31日までの期間</w:t>
      </w:r>
      <w:r>
        <w:rPr>
          <w:rFonts w:ascii="ＭＳ 明朝" w:hAnsi="ＭＳ 明朝" w:hint="eastAsia"/>
        </w:rPr>
        <w:t>で、同日一斉に新聞に折り込みをした単一の広告物のうち、</w:t>
      </w:r>
    </w:p>
    <w:p w14:paraId="7E9111B8" w14:textId="77777777" w:rsidR="00387609" w:rsidRDefault="0038760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最も折り込み市区町村数の多かったもの（契約部数ではない）</w:t>
      </w:r>
    </w:p>
    <w:tbl>
      <w:tblPr>
        <w:tblW w:w="0" w:type="auto"/>
        <w:tblInd w:w="13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740"/>
        <w:gridCol w:w="928"/>
        <w:gridCol w:w="1624"/>
        <w:gridCol w:w="2900"/>
        <w:gridCol w:w="1508"/>
      </w:tblGrid>
      <w:tr w:rsidR="00387609" w14:paraId="347AF287" w14:textId="77777777">
        <w:trPr>
          <w:cantSplit/>
          <w:trHeight w:hRule="exact" w:val="325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1CCC9" w14:textId="77777777"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契約相手方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FA081F" w14:textId="77777777"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年月日</w:t>
            </w:r>
          </w:p>
        </w:tc>
        <w:tc>
          <w:tcPr>
            <w:tcW w:w="1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B166395" w14:textId="77777777"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折り込み品名</w:t>
            </w:r>
          </w:p>
        </w:tc>
        <w:tc>
          <w:tcPr>
            <w:tcW w:w="290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44F70832" w14:textId="77777777"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折り込み範囲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  <w:spacing w:val="4"/>
                <w:w w:val="50"/>
              </w:rPr>
              <w:t>市区町村数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5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402416D" w14:textId="77777777"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※同市区町村</w:t>
            </w:r>
          </w:p>
          <w:p w14:paraId="7594D593" w14:textId="77777777"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数のものがあ</w:t>
            </w:r>
          </w:p>
          <w:p w14:paraId="69D26694" w14:textId="77777777"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る場合いずれ</w:t>
            </w:r>
          </w:p>
          <w:p w14:paraId="47B63779" w14:textId="77777777"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か一つ記入</w:t>
            </w:r>
          </w:p>
        </w:tc>
      </w:tr>
      <w:tr w:rsidR="00387609" w14:paraId="43D8F03F" w14:textId="77777777">
        <w:trPr>
          <w:cantSplit/>
          <w:trHeight w:hRule="exact" w:val="650"/>
        </w:trPr>
        <w:tc>
          <w:tcPr>
            <w:tcW w:w="17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B6E927" w14:textId="77777777" w:rsidR="00387609" w:rsidRDefault="00387609">
            <w:pPr>
              <w:pStyle w:val="a3"/>
              <w:spacing w:before="105"/>
              <w:rPr>
                <w:spacing w:val="0"/>
              </w:rPr>
            </w:pPr>
          </w:p>
          <w:p w14:paraId="631B5B47" w14:textId="77777777" w:rsidR="00387609" w:rsidRDefault="00387609">
            <w:pPr>
              <w:pStyle w:val="a3"/>
              <w:rPr>
                <w:spacing w:val="0"/>
              </w:rPr>
            </w:pPr>
          </w:p>
          <w:p w14:paraId="2B899207" w14:textId="77777777" w:rsidR="00387609" w:rsidRPr="00DA5A8D" w:rsidRDefault="00387609">
            <w:pPr>
              <w:pStyle w:val="a3"/>
              <w:spacing w:line="557" w:lineRule="exact"/>
              <w:rPr>
                <w:rFonts w:eastAsiaTheme="minorEastAsia"/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 w:rsidR="00DA5A8D">
              <w:rPr>
                <w:rFonts w:cs="Times New Roman" w:hint="eastAsia"/>
                <w:spacing w:val="5"/>
              </w:rPr>
              <w:t>☎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7B3EB36" w14:textId="77777777" w:rsidR="00387609" w:rsidRDefault="00387609">
            <w:pPr>
              <w:pStyle w:val="a3"/>
              <w:rPr>
                <w:spacing w:val="0"/>
              </w:rPr>
            </w:pPr>
          </w:p>
        </w:tc>
        <w:tc>
          <w:tcPr>
            <w:tcW w:w="16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C535A33" w14:textId="77777777" w:rsidR="00387609" w:rsidRDefault="00387609">
            <w:pPr>
              <w:pStyle w:val="a3"/>
              <w:rPr>
                <w:spacing w:val="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</w:tcPr>
          <w:p w14:paraId="14B8195E" w14:textId="77777777" w:rsidR="00387609" w:rsidRDefault="00387609">
            <w:pPr>
              <w:pStyle w:val="a3"/>
              <w:rPr>
                <w:spacing w:val="0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B1DF85" w14:textId="77777777" w:rsidR="00387609" w:rsidRDefault="00387609">
            <w:pPr>
              <w:pStyle w:val="a3"/>
              <w:rPr>
                <w:spacing w:val="0"/>
              </w:rPr>
            </w:pPr>
          </w:p>
        </w:tc>
      </w:tr>
      <w:tr w:rsidR="00387609" w14:paraId="715C11D3" w14:textId="77777777">
        <w:trPr>
          <w:cantSplit/>
          <w:trHeight w:hRule="exact" w:val="650"/>
        </w:trPr>
        <w:tc>
          <w:tcPr>
            <w:tcW w:w="1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6F55" w14:textId="77777777" w:rsidR="00387609" w:rsidRDefault="0038760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0D16E6" w14:textId="77777777" w:rsidR="00387609" w:rsidRDefault="0038760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7345BAF" w14:textId="77777777" w:rsidR="00387609" w:rsidRDefault="0038760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AE1227" w14:textId="77777777"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7"/>
                <w:sz w:val="16"/>
                <w:szCs w:val="16"/>
              </w:rPr>
              <w:t>部数</w:t>
            </w:r>
            <w:r>
              <w:rPr>
                <w:rFonts w:eastAsia="Times New Roman" w:cs="Times New Roman"/>
                <w:spacing w:val="5"/>
              </w:rPr>
              <w:t xml:space="preserve"> 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5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5"/>
              </w:rPr>
              <w:t xml:space="preserve">  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千部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FB4A3F" w14:textId="77777777" w:rsidR="00387609" w:rsidRDefault="00387609">
            <w:pPr>
              <w:pStyle w:val="a3"/>
              <w:rPr>
                <w:spacing w:val="0"/>
              </w:rPr>
            </w:pPr>
          </w:p>
        </w:tc>
      </w:tr>
    </w:tbl>
    <w:p w14:paraId="7424BBAB" w14:textId="77777777" w:rsidR="00387609" w:rsidRDefault="00387609">
      <w:pPr>
        <w:pStyle w:val="a3"/>
        <w:rPr>
          <w:spacing w:val="0"/>
        </w:rPr>
      </w:pPr>
      <w:r>
        <w:rPr>
          <w:rFonts w:eastAsia="Times New Roman" w:cs="Times New Roman"/>
          <w:spacing w:val="5"/>
        </w:rPr>
        <w:t xml:space="preserve"> </w:t>
      </w:r>
      <w:r>
        <w:rPr>
          <w:rFonts w:ascii="ＭＳ 明朝" w:hAnsi="ＭＳ 明朝" w:hint="eastAsia"/>
        </w:rPr>
        <w:t>（区は特別区又は政令指定都市の区。従ってさいたま市は区の数で計上する）</w:t>
      </w:r>
    </w:p>
    <w:p w14:paraId="40407E3D" w14:textId="77777777" w:rsidR="00387609" w:rsidRDefault="00387609">
      <w:pPr>
        <w:pStyle w:val="a3"/>
        <w:rPr>
          <w:spacing w:val="0"/>
        </w:rPr>
      </w:pPr>
    </w:p>
    <w:p w14:paraId="0537D264" w14:textId="5831E9B8" w:rsidR="00387609" w:rsidRDefault="0038760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３　</w:t>
      </w:r>
      <w:r w:rsidR="00382FBE" w:rsidRPr="00382FBE">
        <w:rPr>
          <w:rFonts w:ascii="ＭＳ 明朝" w:hAnsi="ＭＳ 明朝" w:hint="eastAsia"/>
        </w:rPr>
        <w:t>令和４年４月１日から令和７年３月31日までの期間</w:t>
      </w:r>
      <w:r>
        <w:rPr>
          <w:rFonts w:ascii="ＭＳ 明朝" w:hAnsi="ＭＳ 明朝" w:hint="eastAsia"/>
        </w:rPr>
        <w:t>で、同日一斉に新聞に折り込みをした単一の広告物のうち、</w:t>
      </w:r>
    </w:p>
    <w:p w14:paraId="498EECD7" w14:textId="77777777" w:rsidR="00387609" w:rsidRDefault="0038760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折り込みをした新聞の種類が最も多かったもの（契約部数ではない）</w:t>
      </w:r>
    </w:p>
    <w:tbl>
      <w:tblPr>
        <w:tblW w:w="0" w:type="auto"/>
        <w:tblInd w:w="13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740"/>
        <w:gridCol w:w="928"/>
        <w:gridCol w:w="1624"/>
        <w:gridCol w:w="2900"/>
        <w:gridCol w:w="1508"/>
      </w:tblGrid>
      <w:tr w:rsidR="00387609" w14:paraId="36117004" w14:textId="77777777">
        <w:trPr>
          <w:cantSplit/>
          <w:trHeight w:hRule="exact" w:val="325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DBE2" w14:textId="77777777"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契約相手方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A03689" w14:textId="77777777"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年月日</w:t>
            </w:r>
          </w:p>
        </w:tc>
        <w:tc>
          <w:tcPr>
            <w:tcW w:w="1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B58D98B" w14:textId="77777777"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折り込み品名</w:t>
            </w:r>
          </w:p>
        </w:tc>
        <w:tc>
          <w:tcPr>
            <w:tcW w:w="290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2A9E970B" w14:textId="77777777"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折り込み紙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名称列記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5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1549E7" w14:textId="77777777"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※同新聞紙数</w:t>
            </w:r>
          </w:p>
          <w:p w14:paraId="48C0F2A4" w14:textId="77777777"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のものがある</w:t>
            </w:r>
          </w:p>
          <w:p w14:paraId="2D29619C" w14:textId="77777777"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場合いずれか</w:t>
            </w:r>
          </w:p>
          <w:p w14:paraId="279263F5" w14:textId="77777777"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一つ記入</w:t>
            </w:r>
          </w:p>
        </w:tc>
      </w:tr>
      <w:tr w:rsidR="00387609" w14:paraId="5861FF8F" w14:textId="77777777">
        <w:trPr>
          <w:cantSplit/>
          <w:trHeight w:hRule="exact" w:val="650"/>
        </w:trPr>
        <w:tc>
          <w:tcPr>
            <w:tcW w:w="17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032444" w14:textId="77777777" w:rsidR="00387609" w:rsidRDefault="00387609">
            <w:pPr>
              <w:pStyle w:val="a3"/>
              <w:spacing w:before="105"/>
              <w:rPr>
                <w:spacing w:val="0"/>
              </w:rPr>
            </w:pPr>
          </w:p>
          <w:p w14:paraId="5193243C" w14:textId="77777777" w:rsidR="00387609" w:rsidRDefault="00387609">
            <w:pPr>
              <w:pStyle w:val="a3"/>
              <w:rPr>
                <w:spacing w:val="0"/>
              </w:rPr>
            </w:pPr>
          </w:p>
          <w:p w14:paraId="14E20258" w14:textId="77777777" w:rsidR="00387609" w:rsidRPr="00DA5A8D" w:rsidRDefault="00DA5A8D">
            <w:pPr>
              <w:pStyle w:val="a3"/>
              <w:spacing w:line="557" w:lineRule="exact"/>
              <w:rPr>
                <w:rFonts w:eastAsiaTheme="minorEastAsia"/>
                <w:spacing w:val="0"/>
              </w:rPr>
            </w:pPr>
            <w:r>
              <w:rPr>
                <w:rFonts w:cs="Times New Roman" w:hint="eastAsia"/>
                <w:spacing w:val="5"/>
              </w:rPr>
              <w:t xml:space="preserve"> </w:t>
            </w:r>
            <w:r>
              <w:rPr>
                <w:rFonts w:cs="Times New Roman" w:hint="eastAsia"/>
                <w:spacing w:val="5"/>
              </w:rPr>
              <w:t>☎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D8096B4" w14:textId="77777777" w:rsidR="00387609" w:rsidRDefault="00387609">
            <w:pPr>
              <w:pStyle w:val="a3"/>
              <w:rPr>
                <w:spacing w:val="0"/>
              </w:rPr>
            </w:pPr>
          </w:p>
        </w:tc>
        <w:tc>
          <w:tcPr>
            <w:tcW w:w="16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9223BBB" w14:textId="77777777" w:rsidR="00387609" w:rsidRDefault="00387609">
            <w:pPr>
              <w:pStyle w:val="a3"/>
              <w:rPr>
                <w:spacing w:val="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</w:tcPr>
          <w:p w14:paraId="015A1B3A" w14:textId="77777777" w:rsidR="00387609" w:rsidRDefault="00387609">
            <w:pPr>
              <w:pStyle w:val="a3"/>
              <w:rPr>
                <w:spacing w:val="0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8D32C93" w14:textId="77777777" w:rsidR="00387609" w:rsidRDefault="00387609">
            <w:pPr>
              <w:pStyle w:val="a3"/>
              <w:rPr>
                <w:spacing w:val="0"/>
              </w:rPr>
            </w:pPr>
          </w:p>
        </w:tc>
      </w:tr>
      <w:tr w:rsidR="00387609" w14:paraId="33644C8A" w14:textId="77777777">
        <w:trPr>
          <w:cantSplit/>
          <w:trHeight w:hRule="exact" w:val="650"/>
        </w:trPr>
        <w:tc>
          <w:tcPr>
            <w:tcW w:w="1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5F594" w14:textId="77777777" w:rsidR="00387609" w:rsidRDefault="0038760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FB066F" w14:textId="77777777" w:rsidR="00387609" w:rsidRDefault="0038760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3297BA" w14:textId="77777777" w:rsidR="00387609" w:rsidRDefault="0038760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F3BEBF" w14:textId="77777777"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7"/>
                <w:sz w:val="16"/>
                <w:szCs w:val="16"/>
              </w:rPr>
              <w:t>部数</w:t>
            </w:r>
            <w:r>
              <w:rPr>
                <w:rFonts w:eastAsia="Times New Roman" w:cs="Times New Roman"/>
                <w:spacing w:val="5"/>
              </w:rPr>
              <w:t xml:space="preserve"> 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5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千部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E968C0" w14:textId="77777777" w:rsidR="00387609" w:rsidRDefault="00387609">
            <w:pPr>
              <w:pStyle w:val="a3"/>
              <w:rPr>
                <w:spacing w:val="0"/>
              </w:rPr>
            </w:pPr>
          </w:p>
        </w:tc>
      </w:tr>
    </w:tbl>
    <w:p w14:paraId="0B820AE8" w14:textId="77777777" w:rsidR="00387609" w:rsidRDefault="00387609">
      <w:pPr>
        <w:pStyle w:val="a3"/>
        <w:rPr>
          <w:rFonts w:hint="eastAsia"/>
          <w:spacing w:val="0"/>
        </w:rPr>
      </w:pPr>
    </w:p>
    <w:sectPr w:rsidR="00387609" w:rsidSect="00387609">
      <w:pgSz w:w="11906" w:h="16838"/>
      <w:pgMar w:top="1587" w:right="1474" w:bottom="1587" w:left="158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5D77F" w14:textId="77777777" w:rsidR="00C760D6" w:rsidRDefault="00C760D6" w:rsidP="00216D0F">
      <w:r>
        <w:separator/>
      </w:r>
    </w:p>
  </w:endnote>
  <w:endnote w:type="continuationSeparator" w:id="0">
    <w:p w14:paraId="3C9CD155" w14:textId="77777777" w:rsidR="00C760D6" w:rsidRDefault="00C760D6" w:rsidP="00216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47C05" w14:textId="77777777" w:rsidR="00C760D6" w:rsidRDefault="00C760D6" w:rsidP="00216D0F">
      <w:r>
        <w:separator/>
      </w:r>
    </w:p>
  </w:footnote>
  <w:footnote w:type="continuationSeparator" w:id="0">
    <w:p w14:paraId="236B45BF" w14:textId="77777777" w:rsidR="00C760D6" w:rsidRDefault="00C760D6" w:rsidP="00216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609"/>
    <w:rsid w:val="001B5DD7"/>
    <w:rsid w:val="001F5FD2"/>
    <w:rsid w:val="00216D0F"/>
    <w:rsid w:val="00382FBE"/>
    <w:rsid w:val="00387609"/>
    <w:rsid w:val="00621E00"/>
    <w:rsid w:val="00707E97"/>
    <w:rsid w:val="0077698A"/>
    <w:rsid w:val="00AB4D23"/>
    <w:rsid w:val="00AF228A"/>
    <w:rsid w:val="00C760D6"/>
    <w:rsid w:val="00DA5A8D"/>
    <w:rsid w:val="00F3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8899F2"/>
  <w15:docId w15:val="{1CF0130F-013C-41A8-962B-904B66D4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Times New Roman" w:eastAsia="ＭＳ 明朝" w:hAnsi="Times New Roman" w:cs="ＭＳ 明朝"/>
      <w:spacing w:val="10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216D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6D0F"/>
  </w:style>
  <w:style w:type="paragraph" w:styleId="a6">
    <w:name w:val="footer"/>
    <w:basedOn w:val="a"/>
    <w:link w:val="a7"/>
    <w:uiPriority w:val="99"/>
    <w:unhideWhenUsed/>
    <w:rsid w:val="00216D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6D0F"/>
  </w:style>
  <w:style w:type="paragraph" w:styleId="a8">
    <w:name w:val="Balloon Text"/>
    <w:basedOn w:val="a"/>
    <w:link w:val="a9"/>
    <w:uiPriority w:val="99"/>
    <w:semiHidden/>
    <w:unhideWhenUsed/>
    <w:rsid w:val="00216D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6D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1053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111053</dc:creator>
  <cp:lastModifiedBy>武田 早加（広報課）</cp:lastModifiedBy>
  <cp:revision>12</cp:revision>
  <cp:lastPrinted>2015-01-15T04:54:00Z</cp:lastPrinted>
  <dcterms:created xsi:type="dcterms:W3CDTF">2014-02-03T02:34:00Z</dcterms:created>
  <dcterms:modified xsi:type="dcterms:W3CDTF">2025-04-21T02:14:00Z</dcterms:modified>
</cp:coreProperties>
</file>